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Formularz</w:t>
      </w:r>
      <w:bookmarkStart w:id="0" w:name="_GoBack"/>
      <w:bookmarkEnd w:id="0"/>
      <w:r w:rsidR="00891A7D">
        <w:rPr>
          <w:rFonts w:ascii="Cambria" w:hAnsi="Cambria"/>
          <w:b/>
          <w:bCs/>
          <w:sz w:val="20"/>
          <w:szCs w:val="20"/>
        </w:rPr>
        <w:t xml:space="preserve"> oferty dodatkowej</w:t>
      </w:r>
    </w:p>
    <w:p w:rsidR="00891A7D" w:rsidRPr="00E054F6" w:rsidRDefault="00891A7D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bCs/>
          <w:sz w:val="20"/>
          <w:szCs w:val="20"/>
        </w:rPr>
      </w:pPr>
      <w:r w:rsidRPr="00E054F6">
        <w:rPr>
          <w:rFonts w:ascii="Cambria" w:hAnsi="Cambria"/>
          <w:bCs/>
          <w:sz w:val="20"/>
          <w:szCs w:val="20"/>
        </w:rPr>
        <w:t xml:space="preserve">W odpowiedzi na wezwanie do złożenia oferty dodatkowej w postępowaniu prowadzonym w trybie podstawowym </w:t>
      </w:r>
      <w:r w:rsidR="00E054F6" w:rsidRPr="00E054F6">
        <w:rPr>
          <w:rFonts w:ascii="Cambria" w:eastAsia="Trebuchet MS" w:hAnsi="Cambria"/>
          <w:sz w:val="20"/>
          <w:szCs w:val="20"/>
        </w:rPr>
        <w:t xml:space="preserve">bez przeprowadzenia negocjacji określonym w art. 275 pkt 1 </w:t>
      </w:r>
      <w:proofErr w:type="spellStart"/>
      <w:r w:rsidR="00E054F6" w:rsidRPr="00E054F6">
        <w:rPr>
          <w:rFonts w:ascii="Cambria" w:eastAsia="Trebuchet MS" w:hAnsi="Cambria"/>
          <w:sz w:val="20"/>
          <w:szCs w:val="20"/>
        </w:rPr>
        <w:t>p.z.p</w:t>
      </w:r>
      <w:proofErr w:type="spellEnd"/>
      <w:r w:rsidR="00E054F6" w:rsidRPr="00E054F6">
        <w:rPr>
          <w:rFonts w:ascii="Cambria" w:eastAsia="Trebuchet MS" w:hAnsi="Cambria"/>
          <w:sz w:val="20"/>
          <w:szCs w:val="20"/>
        </w:rPr>
        <w:t xml:space="preserve">. </w:t>
      </w:r>
      <w:r w:rsidR="00E054F6" w:rsidRPr="00E054F6">
        <w:rPr>
          <w:rFonts w:ascii="Cambria" w:hAnsi="Cambria"/>
          <w:sz w:val="20"/>
          <w:szCs w:val="20"/>
        </w:rPr>
        <w:t xml:space="preserve">na organizację i przeprowadzenie szkolenia </w:t>
      </w:r>
      <w:r w:rsidR="00E054F6" w:rsidRPr="00E054F6">
        <w:rPr>
          <w:rStyle w:val="normaltextrun"/>
          <w:rFonts w:ascii="Cambria" w:hAnsi="Cambria"/>
          <w:sz w:val="20"/>
          <w:szCs w:val="20"/>
        </w:rPr>
        <w:t>pn</w:t>
      </w:r>
      <w:r w:rsidR="00E054F6" w:rsidRPr="00E054F6">
        <w:rPr>
          <w:rStyle w:val="normaltextrun"/>
          <w:rFonts w:ascii="Cambria" w:hAnsi="Cambria"/>
          <w:b/>
          <w:sz w:val="20"/>
          <w:szCs w:val="20"/>
        </w:rPr>
        <w:t xml:space="preserve">. </w:t>
      </w:r>
      <w:r w:rsidR="00E054F6" w:rsidRPr="00E054F6">
        <w:rPr>
          <w:rFonts w:ascii="Cambria" w:hAnsi="Cambria"/>
          <w:b/>
          <w:sz w:val="20"/>
          <w:szCs w:val="20"/>
        </w:rPr>
        <w:t>„</w:t>
      </w:r>
      <w:r w:rsidR="00E054F6" w:rsidRPr="00E054F6">
        <w:rPr>
          <w:rFonts w:ascii="Cambria" w:hAnsi="Cambria"/>
          <w:b/>
          <w:i/>
          <w:iCs/>
          <w:sz w:val="20"/>
          <w:szCs w:val="20"/>
        </w:rPr>
        <w:t>Asystentka osób niepełnosprawnych</w:t>
      </w:r>
      <w:r w:rsidR="00E054F6" w:rsidRPr="00E054F6">
        <w:rPr>
          <w:rFonts w:ascii="Cambria" w:hAnsi="Cambria"/>
          <w:b/>
          <w:sz w:val="20"/>
          <w:szCs w:val="20"/>
        </w:rPr>
        <w:t>”</w:t>
      </w:r>
      <w:r w:rsidR="00E054F6" w:rsidRPr="00E054F6">
        <w:rPr>
          <w:rFonts w:ascii="Cambria" w:hAnsi="Cambria"/>
          <w:sz w:val="20"/>
          <w:szCs w:val="20"/>
        </w:rPr>
        <w:t xml:space="preserve"> dla 7 osób bezrobotnych zarejestrowanych w Powiatowym Urzędzie Pracy w Lublinie oraz w Filii w Bełżycach i w Filii w Bychawie.</w:t>
      </w:r>
    </w:p>
    <w:p w:rsidR="00550ED0" w:rsidRDefault="00E054F6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Ja/My niżej podpisani</w:t>
      </w:r>
    </w:p>
    <w:p w:rsidR="00E054F6" w:rsidRPr="00550ED0" w:rsidRDefault="00E054F6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</w:t>
      </w:r>
      <w:r w:rsidR="00E054F6">
        <w:rPr>
          <w:rFonts w:ascii="Cambria" w:hAnsi="Cambria"/>
          <w:sz w:val="20"/>
          <w:szCs w:val="20"/>
        </w:rPr>
        <w:t>..</w:t>
      </w: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054F6">
        <w:rPr>
          <w:rFonts w:ascii="Cambria" w:hAnsi="Cambria"/>
          <w:sz w:val="20"/>
          <w:szCs w:val="20"/>
        </w:rPr>
        <w:t>................</w:t>
      </w:r>
      <w:r w:rsidRPr="00550ED0">
        <w:rPr>
          <w:rFonts w:ascii="Cambria" w:hAnsi="Cambria"/>
          <w:sz w:val="20"/>
          <w:szCs w:val="20"/>
        </w:rPr>
        <w:t xml:space="preserve"> </w:t>
      </w:r>
    </w:p>
    <w:p w:rsidR="00550ED0" w:rsidRPr="00550ED0" w:rsidRDefault="00E054F6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działając w imieniu i na rzecz</w:t>
      </w:r>
    </w:p>
    <w:p w:rsidR="00E054F6" w:rsidRPr="00E054F6" w:rsidRDefault="00550ED0" w:rsidP="00E054F6">
      <w:pPr>
        <w:autoSpaceDE w:val="0"/>
        <w:adjustRightInd w:val="0"/>
        <w:spacing w:after="0" w:line="360" w:lineRule="auto"/>
        <w:ind w:left="426"/>
        <w:jc w:val="both"/>
        <w:rPr>
          <w:rFonts w:ascii="Cambria" w:hAnsi="Cambria"/>
          <w:sz w:val="18"/>
          <w:szCs w:val="18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054F6">
        <w:rPr>
          <w:rFonts w:ascii="Cambria" w:hAnsi="Cambria"/>
          <w:sz w:val="20"/>
          <w:szCs w:val="20"/>
        </w:rPr>
        <w:t xml:space="preserve">................................ </w:t>
      </w:r>
      <w:r w:rsidR="00E054F6" w:rsidRPr="00E054F6">
        <w:rPr>
          <w:rFonts w:ascii="Cambria" w:hAnsi="Cambria"/>
          <w:sz w:val="18"/>
          <w:szCs w:val="18"/>
        </w:rPr>
        <w:t>(nazwa firmy oraz dokładny adres Wykonawcy)</w:t>
      </w:r>
    </w:p>
    <w:p w:rsidR="00E054F6" w:rsidRDefault="00E054F6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</w:p>
    <w:p w:rsidR="00E054F6" w:rsidRDefault="00E054F6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Składam ofertę dodatkową w zakresie ceny.</w:t>
      </w:r>
    </w:p>
    <w:p w:rsidR="00E054F6" w:rsidRDefault="00E054F6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</w:p>
    <w:p w:rsidR="003151CF" w:rsidRDefault="00E054F6" w:rsidP="003151CF">
      <w:pPr>
        <w:pStyle w:val="Akapitzlist"/>
        <w:widowControl w:val="0"/>
        <w:numPr>
          <w:ilvl w:val="0"/>
          <w:numId w:val="10"/>
        </w:numPr>
        <w:suppressAutoHyphens/>
        <w:spacing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3151CF">
        <w:rPr>
          <w:rFonts w:ascii="Cambria" w:hAnsi="Cambria" w:cs="Arial"/>
          <w:b/>
          <w:sz w:val="20"/>
          <w:szCs w:val="20"/>
        </w:rPr>
        <w:t>Oferuj</w:t>
      </w:r>
      <w:r w:rsidR="003151CF" w:rsidRPr="003151CF">
        <w:rPr>
          <w:rFonts w:ascii="Cambria" w:hAnsi="Cambria" w:cs="Arial"/>
          <w:b/>
          <w:sz w:val="20"/>
          <w:szCs w:val="20"/>
        </w:rPr>
        <w:t>ę/</w:t>
      </w:r>
      <w:proofErr w:type="spellStart"/>
      <w:r w:rsidR="003151CF" w:rsidRPr="003151CF">
        <w:rPr>
          <w:rFonts w:ascii="Cambria" w:hAnsi="Cambria" w:cs="Arial"/>
          <w:b/>
          <w:sz w:val="20"/>
          <w:szCs w:val="20"/>
        </w:rPr>
        <w:t>e</w:t>
      </w:r>
      <w:r w:rsidRPr="003151CF">
        <w:rPr>
          <w:rFonts w:ascii="Cambria" w:hAnsi="Cambria" w:cs="Arial"/>
          <w:b/>
          <w:sz w:val="20"/>
          <w:szCs w:val="20"/>
        </w:rPr>
        <w:t>my</w:t>
      </w:r>
      <w:proofErr w:type="spellEnd"/>
      <w:r w:rsidRPr="003151CF">
        <w:rPr>
          <w:rFonts w:ascii="Cambria" w:hAnsi="Cambria" w:cs="Arial"/>
          <w:b/>
          <w:sz w:val="20"/>
          <w:szCs w:val="20"/>
        </w:rPr>
        <w:t xml:space="preserve"> wykonanie zamówienia w pełnym rzeczowym zakresie, zgodnie z opisem przedmiotu zamówienia za cenę ………………….PLN brutto (słow</w:t>
      </w:r>
      <w:r w:rsidR="003151CF" w:rsidRPr="003151CF">
        <w:rPr>
          <w:rFonts w:ascii="Cambria" w:hAnsi="Cambria" w:cs="Arial"/>
          <w:b/>
          <w:sz w:val="20"/>
          <w:szCs w:val="20"/>
        </w:rPr>
        <w:t>nie zł: …………………………………………………….).</w:t>
      </w:r>
    </w:p>
    <w:p w:rsidR="003151CF" w:rsidRPr="003151CF" w:rsidRDefault="003151CF" w:rsidP="003151CF">
      <w:pPr>
        <w:pStyle w:val="Akapitzlist"/>
        <w:widowControl w:val="0"/>
        <w:suppressAutoHyphens/>
        <w:spacing w:line="276" w:lineRule="auto"/>
        <w:ind w:left="786"/>
        <w:jc w:val="both"/>
        <w:rPr>
          <w:rFonts w:ascii="Cambria" w:hAnsi="Cambria" w:cs="Arial"/>
          <w:b/>
          <w:sz w:val="20"/>
          <w:szCs w:val="20"/>
        </w:rPr>
      </w:pPr>
    </w:p>
    <w:p w:rsidR="003151CF" w:rsidRPr="003151CF" w:rsidRDefault="00550ED0" w:rsidP="003151CF">
      <w:pPr>
        <w:pStyle w:val="Akapitzlist"/>
        <w:widowControl w:val="0"/>
        <w:numPr>
          <w:ilvl w:val="0"/>
          <w:numId w:val="10"/>
        </w:numPr>
        <w:suppressAutoHyphens/>
        <w:spacing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3151CF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Dane dotyczące organizacji szkoleń:</w:t>
      </w:r>
    </w:p>
    <w:p w:rsidR="003151CF" w:rsidRPr="003151CF" w:rsidRDefault="00550ED0" w:rsidP="003151CF">
      <w:pPr>
        <w:pStyle w:val="Akapitzlist"/>
        <w:widowControl w:val="0"/>
        <w:numPr>
          <w:ilvl w:val="0"/>
          <w:numId w:val="11"/>
        </w:numPr>
        <w:suppressAutoHyphens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  <w:r w:rsidRPr="003151CF">
        <w:rPr>
          <w:rFonts w:ascii="Cambria" w:hAnsi="Cambria"/>
          <w:b/>
          <w:bCs/>
          <w:sz w:val="20"/>
          <w:szCs w:val="20"/>
        </w:rPr>
        <w:t xml:space="preserve">Liczba uczestników: </w:t>
      </w:r>
      <w:r w:rsidR="00E650D4" w:rsidRPr="003151CF">
        <w:rPr>
          <w:rFonts w:ascii="Cambria" w:hAnsi="Cambria"/>
          <w:b/>
          <w:bCs/>
          <w:sz w:val="20"/>
          <w:szCs w:val="20"/>
        </w:rPr>
        <w:t>7</w:t>
      </w:r>
      <w:r w:rsidR="00C450D7" w:rsidRPr="003151CF">
        <w:rPr>
          <w:rFonts w:ascii="Cambria" w:hAnsi="Cambria"/>
          <w:b/>
          <w:bCs/>
          <w:sz w:val="20"/>
          <w:szCs w:val="20"/>
        </w:rPr>
        <w:t xml:space="preserve"> osób</w:t>
      </w:r>
    </w:p>
    <w:p w:rsidR="003151CF" w:rsidRPr="003151CF" w:rsidRDefault="00550ED0" w:rsidP="003151CF">
      <w:pPr>
        <w:pStyle w:val="Akapitzlist"/>
        <w:widowControl w:val="0"/>
        <w:numPr>
          <w:ilvl w:val="0"/>
          <w:numId w:val="11"/>
        </w:numPr>
        <w:suppressAutoHyphens/>
        <w:spacing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Cena przeprowadzenia kursu dla jednej osoby: ………………….. zł.</w:t>
      </w:r>
    </w:p>
    <w:p w:rsidR="00550ED0" w:rsidRPr="003151CF" w:rsidRDefault="00550ED0" w:rsidP="003151CF">
      <w:pPr>
        <w:pStyle w:val="Akapitzlist"/>
        <w:widowControl w:val="0"/>
        <w:numPr>
          <w:ilvl w:val="0"/>
          <w:numId w:val="11"/>
        </w:numPr>
        <w:suppressAutoHyphens/>
        <w:spacing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3151CF">
        <w:rPr>
          <w:rFonts w:ascii="Cambria" w:hAnsi="Cambria"/>
          <w:b/>
          <w:bCs/>
          <w:sz w:val="20"/>
          <w:szCs w:val="20"/>
        </w:rPr>
        <w:t>Cena kursu brut</w:t>
      </w:r>
      <w:r w:rsidR="008D3FE7" w:rsidRPr="003151CF">
        <w:rPr>
          <w:rFonts w:ascii="Cambria" w:hAnsi="Cambria"/>
          <w:b/>
          <w:bCs/>
          <w:sz w:val="20"/>
          <w:szCs w:val="20"/>
        </w:rPr>
        <w:t xml:space="preserve">to ogółem dla </w:t>
      </w:r>
      <w:r w:rsidR="00E650D4" w:rsidRPr="003151CF">
        <w:rPr>
          <w:rFonts w:ascii="Cambria" w:hAnsi="Cambria"/>
          <w:b/>
          <w:bCs/>
          <w:sz w:val="20"/>
          <w:szCs w:val="20"/>
        </w:rPr>
        <w:t>7</w:t>
      </w:r>
      <w:r w:rsidRPr="003151CF">
        <w:rPr>
          <w:rFonts w:ascii="Cambria" w:hAnsi="Cambria"/>
          <w:b/>
          <w:bCs/>
          <w:sz w:val="20"/>
          <w:szCs w:val="20"/>
        </w:rPr>
        <w:t xml:space="preserve"> osób: ……………………………..zł</w:t>
      </w:r>
      <w:r w:rsidR="003151CF">
        <w:rPr>
          <w:rFonts w:ascii="Cambria" w:hAnsi="Cambria"/>
          <w:b/>
          <w:bCs/>
          <w:sz w:val="20"/>
          <w:szCs w:val="20"/>
        </w:rPr>
        <w:t xml:space="preserve"> </w:t>
      </w:r>
      <w:r w:rsidRPr="003151CF">
        <w:rPr>
          <w:rFonts w:ascii="Cambria" w:hAnsi="Cambria"/>
          <w:color w:val="000000"/>
          <w:sz w:val="20"/>
          <w:szCs w:val="20"/>
        </w:rPr>
        <w:t>słownie:</w:t>
      </w:r>
      <w:r w:rsidRPr="003151CF">
        <w:rPr>
          <w:rFonts w:ascii="Cambria" w:hAnsi="Cambria"/>
          <w:b/>
          <w:color w:val="000000"/>
          <w:sz w:val="20"/>
          <w:szCs w:val="20"/>
        </w:rPr>
        <w:t>…………………………………………………………………………………….......... zł</w:t>
      </w:r>
    </w:p>
    <w:p w:rsidR="00550ED0" w:rsidRDefault="00550ED0" w:rsidP="00665C4B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Cenę należy określić z dokładnością do dwóch miejsc po przecinku.</w:t>
      </w:r>
    </w:p>
    <w:p w:rsidR="003151CF" w:rsidRDefault="003151CF" w:rsidP="00665C4B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color w:val="000000"/>
          <w:sz w:val="20"/>
          <w:szCs w:val="20"/>
        </w:rPr>
      </w:pPr>
    </w:p>
    <w:p w:rsidR="003151CF" w:rsidRPr="00665C4B" w:rsidRDefault="003151CF" w:rsidP="00665C4B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color w:val="000000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..............................., dnia …………..                                                                          ..........................................................................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hAnsi="Cambria"/>
          <w:i/>
          <w:sz w:val="20"/>
          <w:szCs w:val="20"/>
        </w:rPr>
        <w:t>(miejscowość)</w:t>
      </w:r>
      <w:r w:rsidRPr="00550ED0">
        <w:rPr>
          <w:rFonts w:ascii="Cambria" w:hAnsi="Cambria"/>
          <w:sz w:val="20"/>
          <w:szCs w:val="20"/>
        </w:rPr>
        <w:t xml:space="preserve">                </w:t>
      </w:r>
      <w:r w:rsidRPr="00550ED0">
        <w:rPr>
          <w:rFonts w:ascii="Cambria" w:hAnsi="Cambria"/>
          <w:sz w:val="20"/>
          <w:szCs w:val="20"/>
        </w:rPr>
        <w:tab/>
      </w:r>
      <w:r w:rsidRPr="00550ED0"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(podpis osoby wykazanej w dokumencie uprawniającym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do występowania w obrocie prawnym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lub posiadającej pełnomocnictwo)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B94D8D" w:rsidRDefault="00B94D8D" w:rsidP="00550ED0">
      <w:pPr>
        <w:widowControl w:val="0"/>
        <w:tabs>
          <w:tab w:val="left" w:pos="568"/>
        </w:tabs>
        <w:suppressAutoHyphens/>
        <w:autoSpaceDN w:val="0"/>
        <w:spacing w:after="0" w:line="240" w:lineRule="auto"/>
        <w:ind w:left="284"/>
        <w:jc w:val="both"/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</w:pPr>
    </w:p>
    <w:p w:rsidR="00550ED0" w:rsidRPr="00550ED0" w:rsidRDefault="00974F13" w:rsidP="00550ED0">
      <w:pPr>
        <w:widowControl w:val="0"/>
        <w:tabs>
          <w:tab w:val="left" w:pos="568"/>
        </w:tabs>
        <w:suppressAutoHyphens/>
        <w:autoSpaceDN w:val="0"/>
        <w:spacing w:after="0" w:line="240" w:lineRule="auto"/>
        <w:ind w:left="284"/>
        <w:jc w:val="both"/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</w:pPr>
      <w:r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Oświadczamy</w:t>
      </w:r>
      <w:proofErr w:type="spellEnd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że</w:t>
      </w:r>
      <w:proofErr w:type="spellEnd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wypełniliśmy</w:t>
      </w:r>
      <w:proofErr w:type="spellEnd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obowiązki</w:t>
      </w:r>
      <w:proofErr w:type="spellEnd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informacyjne</w:t>
      </w:r>
      <w:proofErr w:type="spellEnd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przewidziane</w:t>
      </w:r>
      <w:proofErr w:type="spellEnd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art. 13 </w:t>
      </w:r>
      <w:proofErr w:type="spellStart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art. 14 RODO</w:t>
      </w:r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>1)</w:t>
      </w:r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wobec</w:t>
      </w:r>
      <w:proofErr w:type="spellEnd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osób</w:t>
      </w:r>
      <w:proofErr w:type="spellEnd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fizycznych</w:t>
      </w:r>
      <w:proofErr w:type="spellEnd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od</w:t>
      </w:r>
      <w:proofErr w:type="spellEnd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 </w:t>
      </w:r>
      <w:proofErr w:type="spellStart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których</w:t>
      </w:r>
      <w:proofErr w:type="spellEnd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dane</w:t>
      </w:r>
      <w:proofErr w:type="spellEnd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osobowe</w:t>
      </w:r>
      <w:proofErr w:type="spellEnd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bezpośrednio</w:t>
      </w:r>
      <w:proofErr w:type="spellEnd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pośrednio</w:t>
      </w:r>
      <w:proofErr w:type="spellEnd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pozyskaliśmy</w:t>
      </w:r>
      <w:proofErr w:type="spellEnd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</w:t>
      </w:r>
      <w:proofErr w:type="spellStart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celu</w:t>
      </w:r>
      <w:proofErr w:type="spellEnd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ubiegania</w:t>
      </w:r>
      <w:proofErr w:type="spellEnd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się</w:t>
      </w:r>
      <w:proofErr w:type="spellEnd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o </w:t>
      </w:r>
      <w:proofErr w:type="spellStart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udzielenie</w:t>
      </w:r>
      <w:proofErr w:type="spellEnd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zamówienia</w:t>
      </w:r>
      <w:proofErr w:type="spellEnd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publicznego</w:t>
      </w:r>
      <w:proofErr w:type="spellEnd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 </w:t>
      </w:r>
      <w:proofErr w:type="spellStart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niniejszym</w:t>
      </w:r>
      <w:proofErr w:type="spellEnd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postępowaniu</w:t>
      </w:r>
      <w:proofErr w:type="spellEnd"/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.</w:t>
      </w:r>
      <w:r w:rsidR="00550ED0"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 xml:space="preserve"> 2</w:t>
      </w:r>
      <w:r w:rsidR="00550ED0" w:rsidRPr="00550ED0">
        <w:rPr>
          <w:rFonts w:ascii="Cambria" w:eastAsia="Times New Roman" w:hAnsi="Cambria" w:cs="Arial"/>
          <w:kern w:val="3"/>
          <w:sz w:val="16"/>
          <w:szCs w:val="16"/>
          <w:vertAlign w:val="superscript"/>
          <w:lang w:val="de-DE" w:eastAsia="ja-JP" w:bidi="fa-IR"/>
        </w:rPr>
        <w:t>)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284" w:hanging="142"/>
        <w:jc w:val="both"/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</w:pPr>
      <w:r w:rsidRPr="00550ED0">
        <w:rPr>
          <w:rFonts w:ascii="Cambria" w:eastAsia="Times New Roman" w:hAnsi="Cambria" w:cs="Arial"/>
          <w:kern w:val="3"/>
          <w:sz w:val="16"/>
          <w:szCs w:val="16"/>
          <w:vertAlign w:val="superscript"/>
          <w:lang w:val="de-DE" w:eastAsia="ja-JP" w:bidi="fa-IR"/>
        </w:rPr>
        <w:t xml:space="preserve"> 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>1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rozporządzenie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Parlamentu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Europejskiego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i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Rady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(UE) 2016/679 z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27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kwietnia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2016r.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sprawie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ochrony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osób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fizycznych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związku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z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przetwarzaniem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i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sprawie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swobodnego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przepływu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takich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oraz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uchylenia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dyrektywy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95/46/WE (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ogólne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rozporządzenie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o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ochronie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) (Dz.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Urz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. UE L 119 z 04.05.2016, str. 1).</w:t>
      </w:r>
    </w:p>
    <w:p w:rsidR="00550ED0" w:rsidRPr="001B4479" w:rsidRDefault="00550ED0" w:rsidP="001B4479">
      <w:pPr>
        <w:widowControl w:val="0"/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</w:pP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 xml:space="preserve"> 2 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przypadku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gdy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Wykonawca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nie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przekazuje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niż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bezpośrednio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jego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dotyczących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zachodzi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wyłączenie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stosowania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obowiązku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informacyjnego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stosownie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do art. 13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ust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. 4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art. 14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ust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. 5 RODO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treści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oświadczenia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lastRenderedPageBreak/>
        <w:t>Wykonawca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nie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składa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(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usunięcie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treści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oświadczenia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np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.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przez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jego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wykreślenie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).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..............................., dnia …………..                                                                          ..........................................................................</w:t>
      </w:r>
    </w:p>
    <w:p w:rsidR="00550ED0" w:rsidRPr="00550ED0" w:rsidRDefault="00550ED0" w:rsidP="00D60739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hAnsi="Cambria"/>
          <w:i/>
          <w:sz w:val="20"/>
          <w:szCs w:val="20"/>
        </w:rPr>
        <w:t>(miejscowość)</w:t>
      </w:r>
      <w:r w:rsidRPr="00550ED0">
        <w:rPr>
          <w:rFonts w:ascii="Cambria" w:hAnsi="Cambria"/>
          <w:sz w:val="20"/>
          <w:szCs w:val="20"/>
        </w:rPr>
        <w:t xml:space="preserve">                </w:t>
      </w:r>
      <w:r w:rsidRPr="00550ED0">
        <w:rPr>
          <w:rFonts w:ascii="Cambria" w:hAnsi="Cambria"/>
          <w:sz w:val="20"/>
          <w:szCs w:val="20"/>
        </w:rPr>
        <w:tab/>
      </w:r>
      <w:r w:rsidRPr="00550ED0">
        <w:rPr>
          <w:rFonts w:ascii="Cambria" w:hAnsi="Cambria"/>
          <w:i/>
          <w:sz w:val="20"/>
          <w:szCs w:val="20"/>
        </w:rPr>
        <w:t xml:space="preserve">                                                                       </w:t>
      </w:r>
      <w:r w:rsidR="00D60739">
        <w:rPr>
          <w:rFonts w:ascii="Cambria" w:hAnsi="Cambria"/>
          <w:i/>
          <w:sz w:val="20"/>
          <w:szCs w:val="20"/>
        </w:rPr>
        <w:tab/>
        <w:t xml:space="preserve">           </w:t>
      </w:r>
      <w:r w:rsidRPr="00550ED0">
        <w:rPr>
          <w:rFonts w:ascii="Cambria" w:hAnsi="Cambria"/>
          <w:i/>
          <w:sz w:val="20"/>
          <w:szCs w:val="20"/>
        </w:rPr>
        <w:t xml:space="preserve">  </w:t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(podpis osoby wykazanej w dokumencie </w:t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>uprawniającym do</w:t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występowania w                                            </w:t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  <w:t>obrocie prawnym</w:t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lub posiadającej </w:t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="00D60739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>pełnomocnictwo)</w:t>
      </w: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  <w:r w:rsidRPr="00550ED0">
        <w:rPr>
          <w:rFonts w:ascii="Cambria" w:hAnsi="Cambria"/>
          <w:i/>
          <w:sz w:val="20"/>
          <w:szCs w:val="20"/>
        </w:rPr>
        <w:t xml:space="preserve">    </w:t>
      </w:r>
    </w:p>
    <w:p w:rsidR="00550ED0" w:rsidRPr="00550ED0" w:rsidRDefault="00550ED0" w:rsidP="00550ED0">
      <w:pPr>
        <w:autoSpaceDE w:val="0"/>
        <w:adjustRightInd w:val="0"/>
        <w:spacing w:line="360" w:lineRule="auto"/>
        <w:jc w:val="both"/>
        <w:rPr>
          <w:rFonts w:ascii="Cambria" w:hAnsi="Cambria"/>
          <w:b/>
          <w:bCs/>
          <w:i/>
          <w:sz w:val="20"/>
          <w:szCs w:val="20"/>
          <w:u w:val="single"/>
        </w:rPr>
      </w:pPr>
      <w:r w:rsidRPr="00550ED0">
        <w:rPr>
          <w:rFonts w:ascii="Cambria" w:hAnsi="Cambria"/>
          <w:b/>
          <w:bCs/>
          <w:i/>
          <w:sz w:val="20"/>
          <w:szCs w:val="20"/>
          <w:u w:val="single"/>
        </w:rPr>
        <w:t>UWAGA! KAŻDE POLE FORMULARZA OFERTY NALEŻY OBOWIĄZKOWO WYPEŁNIĆ!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Oferta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winna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być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złożona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formie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lub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postaci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opatrzonej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zaufanym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osobistym</w:t>
      </w:r>
      <w:proofErr w:type="spellEnd"/>
      <w:r w:rsidR="006D4A32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lub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kwalifikowanym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.</w:t>
      </w:r>
    </w:p>
    <w:p w:rsidR="00BA1FD9" w:rsidRDefault="00BA1FD9"/>
    <w:sectPr w:rsidR="00BA1FD9" w:rsidSect="00411D0F">
      <w:headerReference w:type="default" r:id="rId9"/>
      <w:footerReference w:type="default" r:id="rId10"/>
      <w:pgSz w:w="11906" w:h="16838"/>
      <w:pgMar w:top="1417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F13" w:rsidRDefault="00974F13" w:rsidP="001753C1">
      <w:pPr>
        <w:spacing w:after="0" w:line="240" w:lineRule="auto"/>
      </w:pPr>
      <w:r>
        <w:separator/>
      </w:r>
    </w:p>
  </w:endnote>
  <w:endnote w:type="continuationSeparator" w:id="0">
    <w:p w:rsidR="00974F13" w:rsidRDefault="00974F13" w:rsidP="00175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Calib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F13" w:rsidRDefault="00974F13">
    <w:pPr>
      <w:pStyle w:val="Stopka"/>
    </w:pPr>
    <w:r>
      <w:rPr>
        <w:noProof/>
        <w:lang w:eastAsia="pl-PL"/>
      </w:rPr>
      <w:drawing>
        <wp:inline distT="0" distB="0" distL="0" distR="0" wp14:anchorId="17717E42" wp14:editId="78057461">
          <wp:extent cx="5755640" cy="807085"/>
          <wp:effectExtent l="0" t="0" r="0" b="0"/>
          <wp:docPr id="2" name="Obraz 2" descr="W:\Edyta Kamińska\EFS+\Logotypy FEL 2021-2027\FEL_logotyp_monochrom_pozi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Edyta Kamińska\EFS+\Logotypy FEL 2021-2027\FEL_logotyp_monochrom_pozi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F13" w:rsidRDefault="00974F13" w:rsidP="001753C1">
      <w:pPr>
        <w:spacing w:after="0" w:line="240" w:lineRule="auto"/>
      </w:pPr>
      <w:r>
        <w:separator/>
      </w:r>
    </w:p>
  </w:footnote>
  <w:footnote w:type="continuationSeparator" w:id="0">
    <w:p w:rsidR="00974F13" w:rsidRDefault="00974F13" w:rsidP="00175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F13" w:rsidRPr="00B11386" w:rsidRDefault="00974F13" w:rsidP="00B11386">
    <w:pPr>
      <w:ind w:firstLine="142"/>
      <w:rPr>
        <w:rFonts w:ascii="Caliber" w:eastAsia="Calibri" w:hAnsi="Caliber" w:cs="Tahoma"/>
        <w:b/>
        <w:bCs/>
        <w:sz w:val="20"/>
        <w:szCs w:val="20"/>
      </w:rPr>
    </w:pPr>
  </w:p>
  <w:p w:rsidR="00974F13" w:rsidRPr="00B11386" w:rsidRDefault="00974F13" w:rsidP="00B11386">
    <w:pPr>
      <w:ind w:firstLine="142"/>
      <w:rPr>
        <w:rFonts w:ascii="Caliber" w:eastAsia="Calibri" w:hAnsi="Caliber" w:cs="Tahoma"/>
        <w:b/>
        <w:bCs/>
        <w:i/>
        <w:sz w:val="20"/>
        <w:szCs w:val="20"/>
      </w:rPr>
    </w:pPr>
    <w:r>
      <w:rPr>
        <w:rFonts w:ascii="Caliber" w:eastAsia="Calibri" w:hAnsi="Caliber" w:cs="Tahoma"/>
        <w:b/>
        <w:bCs/>
        <w:sz w:val="20"/>
        <w:szCs w:val="20"/>
      </w:rPr>
      <w:t>CAZ.SZ.271-5</w:t>
    </w:r>
    <w:r w:rsidRPr="00B11386">
      <w:rPr>
        <w:rFonts w:ascii="Caliber" w:eastAsia="Calibri" w:hAnsi="Caliber" w:cs="Tahoma"/>
        <w:b/>
        <w:bCs/>
        <w:sz w:val="20"/>
        <w:szCs w:val="20"/>
      </w:rPr>
      <w:t>/2</w:t>
    </w:r>
    <w:r>
      <w:rPr>
        <w:rFonts w:ascii="Caliber" w:eastAsia="Calibri" w:hAnsi="Caliber" w:cs="Tahoma"/>
        <w:b/>
        <w:bCs/>
        <w:sz w:val="20"/>
        <w:szCs w:val="20"/>
      </w:rPr>
      <w:t>5</w:t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>
      <w:rPr>
        <w:rFonts w:ascii="Caliber" w:eastAsia="Calibri" w:hAnsi="Caliber" w:cs="Tahoma"/>
        <w:sz w:val="20"/>
        <w:szCs w:val="20"/>
      </w:rPr>
      <w:t xml:space="preserve">               </w:t>
    </w:r>
    <w:r>
      <w:rPr>
        <w:rFonts w:ascii="Caliber" w:eastAsia="Calibri" w:hAnsi="Caliber" w:cs="Tahoma"/>
        <w:b/>
        <w:bCs/>
        <w:i/>
        <w:sz w:val="20"/>
        <w:szCs w:val="20"/>
      </w:rPr>
      <w:t>Załącznik nr 1</w:t>
    </w:r>
    <w:r w:rsidRPr="00B11386">
      <w:rPr>
        <w:rFonts w:ascii="Caliber" w:eastAsia="Calibri" w:hAnsi="Caliber" w:cs="Tahoma"/>
        <w:b/>
        <w:bCs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C424A"/>
    <w:multiLevelType w:val="hybridMultilevel"/>
    <w:tmpl w:val="4F2EE7D2"/>
    <w:lvl w:ilvl="0" w:tplc="1B389922">
      <w:start w:val="2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E259D3"/>
    <w:multiLevelType w:val="hybridMultilevel"/>
    <w:tmpl w:val="47E21F0E"/>
    <w:lvl w:ilvl="0" w:tplc="58BE0CCC">
      <w:start w:val="1"/>
      <w:numFmt w:val="decimal"/>
      <w:lvlText w:val="%1)"/>
      <w:lvlJc w:val="left"/>
      <w:pPr>
        <w:ind w:left="1146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FD8205E"/>
    <w:multiLevelType w:val="hybridMultilevel"/>
    <w:tmpl w:val="D92E5050"/>
    <w:lvl w:ilvl="0" w:tplc="16C4B11A">
      <w:start w:val="1"/>
      <w:numFmt w:val="decimal"/>
      <w:lvlText w:val="%1."/>
      <w:lvlJc w:val="left"/>
      <w:pPr>
        <w:ind w:left="786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1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ED0"/>
    <w:rsid w:val="00092E51"/>
    <w:rsid w:val="000D672C"/>
    <w:rsid w:val="00103432"/>
    <w:rsid w:val="00152C59"/>
    <w:rsid w:val="00157B6F"/>
    <w:rsid w:val="00162A79"/>
    <w:rsid w:val="001753C1"/>
    <w:rsid w:val="001B4479"/>
    <w:rsid w:val="001C3618"/>
    <w:rsid w:val="002134F0"/>
    <w:rsid w:val="00280ACC"/>
    <w:rsid w:val="002B12FD"/>
    <w:rsid w:val="003151CF"/>
    <w:rsid w:val="0038713F"/>
    <w:rsid w:val="003C3960"/>
    <w:rsid w:val="003C5D7A"/>
    <w:rsid w:val="00411D0F"/>
    <w:rsid w:val="00456393"/>
    <w:rsid w:val="00480495"/>
    <w:rsid w:val="00550ED0"/>
    <w:rsid w:val="00564CD3"/>
    <w:rsid w:val="00641F31"/>
    <w:rsid w:val="00665C4B"/>
    <w:rsid w:val="006D4A32"/>
    <w:rsid w:val="0078207A"/>
    <w:rsid w:val="007C14F8"/>
    <w:rsid w:val="007C46A0"/>
    <w:rsid w:val="00852163"/>
    <w:rsid w:val="00886554"/>
    <w:rsid w:val="00891A7D"/>
    <w:rsid w:val="008A270B"/>
    <w:rsid w:val="008C6086"/>
    <w:rsid w:val="008D3FE7"/>
    <w:rsid w:val="008D44BE"/>
    <w:rsid w:val="00974F13"/>
    <w:rsid w:val="00991B77"/>
    <w:rsid w:val="009A62C3"/>
    <w:rsid w:val="009F7903"/>
    <w:rsid w:val="00A461AF"/>
    <w:rsid w:val="00AA5915"/>
    <w:rsid w:val="00AA7B2B"/>
    <w:rsid w:val="00B11386"/>
    <w:rsid w:val="00B94D8D"/>
    <w:rsid w:val="00BA1FD9"/>
    <w:rsid w:val="00BE5C4A"/>
    <w:rsid w:val="00C22C41"/>
    <w:rsid w:val="00C450D7"/>
    <w:rsid w:val="00C57D59"/>
    <w:rsid w:val="00C72214"/>
    <w:rsid w:val="00D37CC6"/>
    <w:rsid w:val="00D53F6F"/>
    <w:rsid w:val="00D60739"/>
    <w:rsid w:val="00D83826"/>
    <w:rsid w:val="00DE6E04"/>
    <w:rsid w:val="00E0321E"/>
    <w:rsid w:val="00E054F6"/>
    <w:rsid w:val="00E55BF7"/>
    <w:rsid w:val="00E650D4"/>
    <w:rsid w:val="00E75B47"/>
    <w:rsid w:val="00EA572A"/>
    <w:rsid w:val="00EE4D19"/>
    <w:rsid w:val="00F301D5"/>
    <w:rsid w:val="00F97C26"/>
    <w:rsid w:val="00FA4C73"/>
    <w:rsid w:val="00FC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3C1"/>
  </w:style>
  <w:style w:type="paragraph" w:styleId="Stopka">
    <w:name w:val="footer"/>
    <w:basedOn w:val="Normalny"/>
    <w:link w:val="Stopka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3C1"/>
  </w:style>
  <w:style w:type="paragraph" w:styleId="Akapitzlist">
    <w:name w:val="List Paragraph"/>
    <w:basedOn w:val="Normalny"/>
    <w:uiPriority w:val="34"/>
    <w:qFormat/>
    <w:rsid w:val="001753C1"/>
    <w:pPr>
      <w:ind w:left="720"/>
      <w:contextualSpacing/>
    </w:pPr>
  </w:style>
  <w:style w:type="paragraph" w:customStyle="1" w:styleId="ZnakZnak">
    <w:name w:val="Znak Znak"/>
    <w:basedOn w:val="Normalny"/>
    <w:rsid w:val="00280ACC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C4A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omylnaczcionkaakapitu"/>
    <w:rsid w:val="00E054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3C1"/>
  </w:style>
  <w:style w:type="paragraph" w:styleId="Stopka">
    <w:name w:val="footer"/>
    <w:basedOn w:val="Normalny"/>
    <w:link w:val="Stopka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3C1"/>
  </w:style>
  <w:style w:type="paragraph" w:styleId="Akapitzlist">
    <w:name w:val="List Paragraph"/>
    <w:basedOn w:val="Normalny"/>
    <w:uiPriority w:val="34"/>
    <w:qFormat/>
    <w:rsid w:val="001753C1"/>
    <w:pPr>
      <w:ind w:left="720"/>
      <w:contextualSpacing/>
    </w:pPr>
  </w:style>
  <w:style w:type="paragraph" w:customStyle="1" w:styleId="ZnakZnak">
    <w:name w:val="Znak Znak"/>
    <w:basedOn w:val="Normalny"/>
    <w:rsid w:val="00280ACC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C4A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omylnaczcionkaakapitu"/>
    <w:rsid w:val="00E05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8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E13E2-AFD1-4BE8-8770-B095FB47E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D57A9B82</Template>
  <TotalTime>108</TotalTime>
  <Pages>2</Pages>
  <Words>607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5</cp:revision>
  <cp:lastPrinted>2024-03-06T11:58:00Z</cp:lastPrinted>
  <dcterms:created xsi:type="dcterms:W3CDTF">2025-10-20T09:45:00Z</dcterms:created>
  <dcterms:modified xsi:type="dcterms:W3CDTF">2025-10-21T11:29:00Z</dcterms:modified>
</cp:coreProperties>
</file>